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17BB0" w14:textId="262CCCFE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A435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A4356" w:rsidRPr="00CA4356">
        <w:rPr>
          <w:rFonts w:asciiTheme="majorHAnsi" w:eastAsia="Times New Roman" w:hAnsiTheme="majorHAnsi" w:cs="Times New Roman"/>
          <w:lang w:eastAsia="cs-CZ"/>
        </w:rPr>
        <w:t>2</w:t>
      </w:r>
      <w:r w:rsidR="00A756D0" w:rsidRPr="00CA4356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509F6D14" w14:textId="77777777" w:rsidR="00CA4356" w:rsidRDefault="00CA435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2B117BB1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2B117BB2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2B117BB4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3373"/>
        <w:gridCol w:w="2281"/>
      </w:tblGrid>
      <w:tr w:rsidR="001A6D2C" w:rsidRPr="00221465" w14:paraId="2B117BB9" w14:textId="77777777" w:rsidTr="001A6D2C">
        <w:tc>
          <w:tcPr>
            <w:tcW w:w="2972" w:type="dxa"/>
            <w:shd w:val="clear" w:color="auto" w:fill="D9D9D9"/>
          </w:tcPr>
          <w:p w14:paraId="2B117BB5" w14:textId="77777777" w:rsidR="001A6D2C" w:rsidRPr="00FF65DD" w:rsidRDefault="001A6D2C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3373" w:type="dxa"/>
            <w:shd w:val="clear" w:color="auto" w:fill="D9D9D9"/>
          </w:tcPr>
          <w:p w14:paraId="2B117BB6" w14:textId="77777777" w:rsidR="001A6D2C" w:rsidRPr="00FF65DD" w:rsidRDefault="001A6D2C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2281" w:type="dxa"/>
            <w:shd w:val="clear" w:color="auto" w:fill="D9D9D9"/>
          </w:tcPr>
          <w:p w14:paraId="2B117BB7" w14:textId="77777777" w:rsidR="001A6D2C" w:rsidRPr="00FF65DD" w:rsidRDefault="001A6D2C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GoBack"/>
            <w:bookmarkEnd w:id="0"/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</w:tr>
      <w:tr w:rsidR="001A6D2C" w:rsidRPr="00221465" w14:paraId="2B117BBE" w14:textId="77777777" w:rsidTr="001A6D2C">
        <w:tc>
          <w:tcPr>
            <w:tcW w:w="2972" w:type="dxa"/>
          </w:tcPr>
          <w:p w14:paraId="2B117BBA" w14:textId="77777777" w:rsidR="001A6D2C" w:rsidRPr="00FF65DD" w:rsidRDefault="001A6D2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Název Hardware - 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373" w:type="dxa"/>
          </w:tcPr>
          <w:p w14:paraId="2B117BBB" w14:textId="77777777" w:rsidR="001A6D2C" w:rsidRPr="00FF65DD" w:rsidRDefault="001A6D2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2281" w:type="dxa"/>
          </w:tcPr>
          <w:p w14:paraId="2B117BBC" w14:textId="19EDBE04" w:rsidR="001A6D2C" w:rsidRPr="00FF65DD" w:rsidRDefault="001A6D2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22</w:t>
            </w:r>
          </w:p>
        </w:tc>
      </w:tr>
      <w:tr w:rsidR="00EF3BFB" w:rsidRPr="00221465" w14:paraId="2B117BDA" w14:textId="77777777" w:rsidTr="00CA4356">
        <w:tc>
          <w:tcPr>
            <w:tcW w:w="2972" w:type="dxa"/>
          </w:tcPr>
          <w:p w14:paraId="2B117BD8" w14:textId="77777777" w:rsidR="00EF3BFB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654" w:type="dxa"/>
            <w:gridSpan w:val="2"/>
          </w:tcPr>
          <w:p w14:paraId="2B117BD9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2B117BDD" w14:textId="77777777" w:rsidTr="00CA4356">
        <w:tc>
          <w:tcPr>
            <w:tcW w:w="2972" w:type="dxa"/>
          </w:tcPr>
          <w:p w14:paraId="2B117BDB" w14:textId="77777777"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2"/>
          </w:tcPr>
          <w:p w14:paraId="2B117BDC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2B117BE0" w14:textId="77777777" w:rsidTr="00CA4356">
        <w:tc>
          <w:tcPr>
            <w:tcW w:w="2972" w:type="dxa"/>
          </w:tcPr>
          <w:p w14:paraId="2B117BDE" w14:textId="77777777"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654" w:type="dxa"/>
            <w:gridSpan w:val="2"/>
          </w:tcPr>
          <w:p w14:paraId="2B117BDF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2B117BE1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B117BE2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B117BE3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B117BE4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B117C15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B117C16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sectPr w:rsidR="00EF3BFB" w:rsidRPr="00FF65DD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48069" w14:textId="77777777" w:rsidR="00EC6028" w:rsidRDefault="00EC6028" w:rsidP="00962258">
      <w:pPr>
        <w:spacing w:after="0" w:line="240" w:lineRule="auto"/>
      </w:pPr>
      <w:r>
        <w:separator/>
      </w:r>
    </w:p>
  </w:endnote>
  <w:endnote w:type="continuationSeparator" w:id="0">
    <w:p w14:paraId="23029075" w14:textId="77777777" w:rsidR="00EC6028" w:rsidRDefault="00EC60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B117C3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117C2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43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43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117C2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117C3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B117C31" w14:textId="77777777" w:rsidR="00F1715C" w:rsidRDefault="00F1715C" w:rsidP="00D831A3">
          <w:pPr>
            <w:pStyle w:val="Zpat"/>
          </w:pPr>
        </w:p>
      </w:tc>
    </w:tr>
  </w:tbl>
  <w:p w14:paraId="2B117C3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B117C48" wp14:editId="2B117C4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117C4A" wp14:editId="2B117C4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B117C4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117C3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6D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6D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117C3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B117C4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117C4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B117C4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B117C43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B117C44" w14:textId="77777777" w:rsidR="00F1715C" w:rsidRDefault="00F1715C" w:rsidP="00460660">
          <w:pPr>
            <w:pStyle w:val="Zpat"/>
          </w:pPr>
        </w:p>
      </w:tc>
    </w:tr>
  </w:tbl>
  <w:p w14:paraId="2B117C4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B117C4E" wp14:editId="2B117C4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B117C50" wp14:editId="2B117C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7C4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7B0FA" w14:textId="77777777" w:rsidR="00EC6028" w:rsidRDefault="00EC6028" w:rsidP="00962258">
      <w:pPr>
        <w:spacing w:after="0" w:line="240" w:lineRule="auto"/>
      </w:pPr>
      <w:r>
        <w:separator/>
      </w:r>
    </w:p>
  </w:footnote>
  <w:footnote w:type="continuationSeparator" w:id="0">
    <w:p w14:paraId="5CEA6934" w14:textId="77777777" w:rsidR="00EC6028" w:rsidRDefault="00EC60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117C2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B117C2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17C2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17C2B" w14:textId="77777777" w:rsidR="00F1715C" w:rsidRPr="00D6163D" w:rsidRDefault="00F1715C" w:rsidP="00D6163D">
          <w:pPr>
            <w:pStyle w:val="Druhdokumentu"/>
          </w:pPr>
        </w:p>
      </w:tc>
    </w:tr>
  </w:tbl>
  <w:p w14:paraId="2B117C2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117C3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B117C3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117C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B117C36" w14:textId="77777777" w:rsidR="00F1715C" w:rsidRPr="00D6163D" w:rsidRDefault="00F1715C" w:rsidP="00FC6389">
          <w:pPr>
            <w:pStyle w:val="Druhdokumentu"/>
          </w:pPr>
        </w:p>
      </w:tc>
    </w:tr>
    <w:tr w:rsidR="009F392E" w14:paraId="2B117C3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117C3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117C3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B117C3A" w14:textId="77777777" w:rsidR="009F392E" w:rsidRPr="00D6163D" w:rsidRDefault="009F392E" w:rsidP="00FC6389">
          <w:pPr>
            <w:pStyle w:val="Druhdokumentu"/>
          </w:pPr>
        </w:p>
      </w:tc>
    </w:tr>
  </w:tbl>
  <w:p w14:paraId="2B117C3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B117C4C" wp14:editId="2B117C4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117C3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B"/>
    <w:rsid w:val="00072C1E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1A6D2C"/>
    <w:rsid w:val="001E496E"/>
    <w:rsid w:val="00207DF5"/>
    <w:rsid w:val="00280E07"/>
    <w:rsid w:val="002C31BF"/>
    <w:rsid w:val="002D08B1"/>
    <w:rsid w:val="002E0CD7"/>
    <w:rsid w:val="00341DCF"/>
    <w:rsid w:val="00357BC6"/>
    <w:rsid w:val="003956C6"/>
    <w:rsid w:val="003B71C1"/>
    <w:rsid w:val="0043680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51E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4356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C6028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17BB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75A1DD-BB71-42AB-A869-0675F6132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8C6BE8-F5C8-45D7-9CF2-6E94DF91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48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2020-07-22T09:06:00Z</dcterms:created>
  <dcterms:modified xsi:type="dcterms:W3CDTF">2020-07-23T04:22:00Z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